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4DF1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0" w:firstLineChars="0"/>
        <w:jc w:val="center"/>
        <w:textAlignment w:val="baseline"/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4F5BBE7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0" w:firstLineChars="0"/>
        <w:jc w:val="center"/>
        <w:textAlignment w:val="baseline"/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2024</w:t>
      </w:r>
      <w:bookmarkStart w:id="0" w:name="_GoBack"/>
      <w:bookmarkEnd w:id="0"/>
      <w:r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年度省质量工程项目</w:t>
      </w:r>
      <w:r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经费支持</w:t>
      </w:r>
      <w:r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详细表</w:t>
      </w:r>
      <w:r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暂定</w:t>
      </w:r>
      <w:r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EAD623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tLeast"/>
        <w:ind w:firstLine="0" w:firstLineChars="0"/>
        <w:jc w:val="center"/>
        <w:textAlignment w:val="baseline"/>
        <w:rPr>
          <w:rFonts w:hint="eastAsia" w:ascii="仿宋_GB2312" w:eastAsia="仿宋_GB2312"/>
          <w:b/>
          <w:bCs/>
          <w:color w:val="000000" w:themeColor="text1"/>
          <w:spacing w:val="15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5000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3241"/>
        <w:gridCol w:w="4323"/>
      </w:tblGrid>
      <w:tr w14:paraId="01C1FC0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116265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b/>
                <w:bCs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 w:hAnsiTheme="minorHAnsi"/>
                <w:b/>
                <w:bCs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序号</w:t>
            </w:r>
          </w:p>
        </w:tc>
        <w:tc>
          <w:tcPr>
            <w:tcW w:w="190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1D17DF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b/>
                <w:bCs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 w:hAnsiTheme="minorHAnsi"/>
                <w:b/>
                <w:bCs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项目类别</w:t>
            </w:r>
          </w:p>
        </w:tc>
        <w:tc>
          <w:tcPr>
            <w:tcW w:w="253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FCA473">
            <w:pPr>
              <w:pStyle w:val="7"/>
              <w:widowControl/>
              <w:spacing w:beforeAutospacing="0" w:afterAutospacing="0" w:line="480" w:lineRule="atLeast"/>
              <w:ind w:firstLine="622" w:firstLineChars="200"/>
              <w:jc w:val="center"/>
              <w:textAlignment w:val="baseline"/>
              <w:rPr>
                <w:rFonts w:hint="eastAsia" w:ascii="仿宋_GB2312" w:eastAsia="仿宋_GB2312" w:cs="Times New Roman" w:hAnsiTheme="minorHAnsi"/>
                <w:b/>
                <w:bCs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 w:hAnsiTheme="minorHAnsi"/>
                <w:b/>
                <w:bCs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预算</w:t>
            </w:r>
            <w:r>
              <w:rPr>
                <w:rFonts w:hint="eastAsia" w:ascii="仿宋_GB2312" w:eastAsia="仿宋_GB2312" w:cs="Times New Roman"/>
                <w:b/>
                <w:bCs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仿宋_GB2312" w:eastAsia="仿宋_GB2312"/>
                <w:color w:val="000000"/>
                <w:spacing w:val="15"/>
                <w:sz w:val="28"/>
                <w:szCs w:val="28"/>
                <w:shd w:val="clear" w:color="auto" w:fill="FFFFFF"/>
              </w:rPr>
              <w:t>万元</w:t>
            </w:r>
            <w:r>
              <w:rPr>
                <w:rFonts w:hint="eastAsia" w:ascii="仿宋_GB2312" w:eastAsia="仿宋_GB2312"/>
                <w:color w:val="000000"/>
                <w:spacing w:val="15"/>
                <w:sz w:val="28"/>
                <w:szCs w:val="28"/>
                <w:shd w:val="clear" w:color="auto" w:fill="FFFFFF"/>
                <w:lang w:val="en-US" w:eastAsia="zh-CN"/>
              </w:rPr>
              <w:t>/项</w:t>
            </w:r>
            <w:r>
              <w:rPr>
                <w:rFonts w:hint="eastAsia" w:ascii="仿宋_GB2312" w:eastAsia="仿宋_GB2312" w:cs="Times New Roman"/>
                <w:b/>
                <w:bCs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2735639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20A61C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1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37C1160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实验教学示范中心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D113652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  <w:tr w14:paraId="2A319B2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37DAF78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2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84E3B7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校企联合实验室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0F462F3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 w14:paraId="158A97D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2213E1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3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10016B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科产教融合实践教学基地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66864C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 w14:paraId="4BA38A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BFDC704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4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65CC1E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</w:rPr>
              <w:t>大学生</w:t>
            </w: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社会</w:t>
            </w: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</w:rPr>
              <w:t>实践教学基地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5F6A10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1865F15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58E252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5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1AF9C8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课程教研室（虚拟教研室）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3C11D6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566BB6A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3CD1D19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6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E2ABFB3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现代产业学院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CE05EF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69FFF2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BD9A35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7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541C76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专项人才培养计划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42A3B84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 w14:paraId="166091F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CB185D0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8</w:t>
            </w:r>
          </w:p>
        </w:tc>
        <w:tc>
          <w:tcPr>
            <w:tcW w:w="19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7901D3">
            <w:pPr>
              <w:widowControl/>
              <w:spacing w:line="480" w:lineRule="atLeast"/>
              <w:jc w:val="center"/>
              <w:textAlignment w:val="baseline"/>
              <w:rPr>
                <w:rFonts w:hint="eastAsia" w:ascii="仿宋_GB2312" w:eastAsia="仿宋_GB2312" w:cs="Times New Roman" w:hAnsiTheme="minorHAnsi"/>
                <w:color w:val="000000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Calibri"/>
                <w:spacing w:val="15"/>
                <w:kern w:val="0"/>
                <w:sz w:val="24"/>
                <w:szCs w:val="24"/>
                <w:lang w:val="en-US" w:eastAsia="zh-CN"/>
              </w:rPr>
              <w:t>高等教育教学改革项目</w:t>
            </w:r>
          </w:p>
        </w:tc>
        <w:tc>
          <w:tcPr>
            <w:tcW w:w="253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4454AC0">
            <w:pPr>
              <w:widowControl/>
              <w:spacing w:line="480" w:lineRule="atLeast"/>
              <w:jc w:val="center"/>
              <w:textAlignment w:val="baseline"/>
              <w:rPr>
                <w:rFonts w:hint="default" w:ascii="仿宋_GB2312" w:eastAsia="仿宋_GB2312" w:cs="Times New Roman" w:hAnsiTheme="minorHAnsi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pacing w:val="15"/>
                <w:kern w:val="0"/>
                <w:sz w:val="28"/>
                <w:szCs w:val="28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</w:tbl>
    <w:p w14:paraId="5A1EF75F">
      <w:pPr>
        <w:jc w:val="righ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YmNkMGJhZDQyOWFmMWVkZjU4MTdjZmMwNDFiMzUifQ=="/>
  </w:docVars>
  <w:rsids>
    <w:rsidRoot w:val="010A2471"/>
    <w:rsid w:val="00015E31"/>
    <w:rsid w:val="00044159"/>
    <w:rsid w:val="00051020"/>
    <w:rsid w:val="00093611"/>
    <w:rsid w:val="000C770D"/>
    <w:rsid w:val="001036FF"/>
    <w:rsid w:val="001164AC"/>
    <w:rsid w:val="00196640"/>
    <w:rsid w:val="001C0E95"/>
    <w:rsid w:val="001E59F6"/>
    <w:rsid w:val="00232AFF"/>
    <w:rsid w:val="00254643"/>
    <w:rsid w:val="0027754A"/>
    <w:rsid w:val="002851D0"/>
    <w:rsid w:val="00294B41"/>
    <w:rsid w:val="002A41D5"/>
    <w:rsid w:val="00300719"/>
    <w:rsid w:val="00326B81"/>
    <w:rsid w:val="00332068"/>
    <w:rsid w:val="00397DCE"/>
    <w:rsid w:val="003B5222"/>
    <w:rsid w:val="003D2742"/>
    <w:rsid w:val="0041102B"/>
    <w:rsid w:val="00423ED7"/>
    <w:rsid w:val="00431152"/>
    <w:rsid w:val="00454F41"/>
    <w:rsid w:val="0049516A"/>
    <w:rsid w:val="004E5A9C"/>
    <w:rsid w:val="00501A3D"/>
    <w:rsid w:val="00505C8C"/>
    <w:rsid w:val="00524754"/>
    <w:rsid w:val="005378D5"/>
    <w:rsid w:val="00540E65"/>
    <w:rsid w:val="00557DE3"/>
    <w:rsid w:val="00561575"/>
    <w:rsid w:val="005B6BC3"/>
    <w:rsid w:val="005D3D24"/>
    <w:rsid w:val="005D5F85"/>
    <w:rsid w:val="005D7841"/>
    <w:rsid w:val="00641FE5"/>
    <w:rsid w:val="0069415D"/>
    <w:rsid w:val="006C1E25"/>
    <w:rsid w:val="006C25D2"/>
    <w:rsid w:val="006C7FC3"/>
    <w:rsid w:val="006E239D"/>
    <w:rsid w:val="007644B9"/>
    <w:rsid w:val="0077159F"/>
    <w:rsid w:val="007F2671"/>
    <w:rsid w:val="00816C8A"/>
    <w:rsid w:val="00897BEB"/>
    <w:rsid w:val="008D5B70"/>
    <w:rsid w:val="00905D99"/>
    <w:rsid w:val="00914655"/>
    <w:rsid w:val="009157E9"/>
    <w:rsid w:val="00967319"/>
    <w:rsid w:val="009E67BD"/>
    <w:rsid w:val="00A81148"/>
    <w:rsid w:val="00A95445"/>
    <w:rsid w:val="00B15E50"/>
    <w:rsid w:val="00B268B1"/>
    <w:rsid w:val="00B667CA"/>
    <w:rsid w:val="00B66B91"/>
    <w:rsid w:val="00B901BD"/>
    <w:rsid w:val="00B9283C"/>
    <w:rsid w:val="00B931A5"/>
    <w:rsid w:val="00BF3ABC"/>
    <w:rsid w:val="00C0406A"/>
    <w:rsid w:val="00C66D85"/>
    <w:rsid w:val="00CC583F"/>
    <w:rsid w:val="00D02734"/>
    <w:rsid w:val="00D63BAB"/>
    <w:rsid w:val="00D85FAE"/>
    <w:rsid w:val="00EC1061"/>
    <w:rsid w:val="00EC5B4C"/>
    <w:rsid w:val="00ED4758"/>
    <w:rsid w:val="00F5136F"/>
    <w:rsid w:val="00FB7763"/>
    <w:rsid w:val="00FD0B70"/>
    <w:rsid w:val="010A2471"/>
    <w:rsid w:val="049330D4"/>
    <w:rsid w:val="091C07A7"/>
    <w:rsid w:val="09A366AD"/>
    <w:rsid w:val="0A083AC3"/>
    <w:rsid w:val="0E3567F9"/>
    <w:rsid w:val="1CFB745C"/>
    <w:rsid w:val="20AE0BAA"/>
    <w:rsid w:val="225C4BDE"/>
    <w:rsid w:val="2520183B"/>
    <w:rsid w:val="26D82D99"/>
    <w:rsid w:val="2C9E20FE"/>
    <w:rsid w:val="330817D4"/>
    <w:rsid w:val="34975AB1"/>
    <w:rsid w:val="35BF4EE4"/>
    <w:rsid w:val="37296724"/>
    <w:rsid w:val="3A211D4C"/>
    <w:rsid w:val="3D1D16D4"/>
    <w:rsid w:val="3E9E28A9"/>
    <w:rsid w:val="405C47A3"/>
    <w:rsid w:val="40B00B29"/>
    <w:rsid w:val="42104403"/>
    <w:rsid w:val="439B26E7"/>
    <w:rsid w:val="4A8D0007"/>
    <w:rsid w:val="4CA61F82"/>
    <w:rsid w:val="4E687671"/>
    <w:rsid w:val="50007B8C"/>
    <w:rsid w:val="53B447C7"/>
    <w:rsid w:val="5E976DCD"/>
    <w:rsid w:val="5F171217"/>
    <w:rsid w:val="641E11DC"/>
    <w:rsid w:val="66744266"/>
    <w:rsid w:val="699B4FE0"/>
    <w:rsid w:val="6C252E51"/>
    <w:rsid w:val="6C6E0925"/>
    <w:rsid w:val="6D535020"/>
    <w:rsid w:val="6EA8264B"/>
    <w:rsid w:val="6F625DE6"/>
    <w:rsid w:val="724E0A7F"/>
    <w:rsid w:val="73696256"/>
    <w:rsid w:val="77B75AFD"/>
    <w:rsid w:val="7A412313"/>
    <w:rsid w:val="7E3C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8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annotation subject"/>
    <w:basedOn w:val="3"/>
    <w:next w:val="3"/>
    <w:link w:val="17"/>
    <w:semiHidden/>
    <w:unhideWhenUsed/>
    <w:qFormat/>
    <w:uiPriority w:val="0"/>
    <w:rPr>
      <w:b/>
      <w:bCs/>
    </w:rPr>
  </w:style>
  <w:style w:type="character" w:styleId="11">
    <w:name w:val="FollowedHyperlink"/>
    <w:basedOn w:val="10"/>
    <w:qFormat/>
    <w:uiPriority w:val="0"/>
    <w:rPr>
      <w:color w:val="800080"/>
      <w:u w:val="single"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4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文字 Char"/>
    <w:basedOn w:val="10"/>
    <w:link w:val="3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批注主题 Char"/>
    <w:basedOn w:val="16"/>
    <w:link w:val="8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8">
    <w:name w:val="批注框文本 Char"/>
    <w:basedOn w:val="10"/>
    <w:link w:val="4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9797-605C-44A9-8939-17D90D2768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124</Words>
  <Characters>135</Characters>
  <Lines>1</Lines>
  <Paragraphs>1</Paragraphs>
  <TotalTime>3</TotalTime>
  <ScaleCrop>false</ScaleCrop>
  <LinksUpToDate>false</LinksUpToDate>
  <CharactersWithSpaces>135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2018-06-05T02:55:00Z</dcterms:created>
  <dc:creator>小明同学</dc:creator>
  <cp:lastModifiedBy>Y</cp:lastModifiedBy>
  <cp:lastPrinted>2021-11-02T01:26:00Z</cp:lastPrinted>
  <dcterms:modified xsi:type="dcterms:W3CDTF">2024-09-25T03:53:57Z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EBC781B4844D47F892DACE7FE2FAD099_13</vt:lpwstr>
  </property>
</Properties>
</file>